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1746B99D" w14:textId="09C251F1" w:rsidR="008F4AEA" w:rsidRDefault="001D7EAD" w:rsidP="005579CC">
          <w:pPr>
            <w:pStyle w:val="PNTextzkladn"/>
          </w:pPr>
          <w:r w:rsidRPr="001D7EAD">
            <w:rPr>
              <w:rStyle w:val="PNNzevakce"/>
            </w:rPr>
            <w:t xml:space="preserve">„Prostá rekonstrukce trati v úseku Olomouc – Blatec“ </w:t>
          </w:r>
        </w:p>
      </w:sdtContent>
    </w:sdt>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249E813C" w14:textId="5812B0D0" w:rsidR="001D7EAD" w:rsidRPr="009B437C" w:rsidRDefault="001D7EAD" w:rsidP="001D7EAD">
      <w:pPr>
        <w:pStyle w:val="PNTextbezodsazmezer"/>
        <w:rPr>
          <w:b/>
          <w:bCs/>
        </w:rPr>
      </w:pPr>
      <w:r w:rsidRPr="009B437C">
        <w:rPr>
          <w:b/>
          <w:bCs/>
        </w:rPr>
        <w:t>Ing. Josef Novobilský</w:t>
      </w:r>
    </w:p>
    <w:p w14:paraId="6FD0916B" w14:textId="77777777" w:rsidR="001D7EAD" w:rsidRPr="009B437C" w:rsidRDefault="001D7EAD" w:rsidP="001D7EAD">
      <w:pPr>
        <w:pStyle w:val="PNTextbezodsazmezer"/>
      </w:pPr>
      <w:r w:rsidRPr="009B437C">
        <w:t>Správa železnic, státní organizace</w:t>
      </w:r>
    </w:p>
    <w:p w14:paraId="2F679FAC" w14:textId="77777777" w:rsidR="001D7EAD" w:rsidRDefault="001D7EAD" w:rsidP="001D7EAD">
      <w:pPr>
        <w:pStyle w:val="PNTextbezodsazmezer"/>
      </w:pPr>
      <w:r w:rsidRPr="009B437C">
        <w:t>Oblastní ředitelství Ostrava</w:t>
      </w:r>
    </w:p>
    <w:p w14:paraId="35654F3E" w14:textId="77777777" w:rsidR="001D7EAD" w:rsidRDefault="001D7EAD" w:rsidP="001D7EAD">
      <w:pPr>
        <w:pStyle w:val="PNTextbezodsazmezer"/>
      </w:pPr>
      <w:r>
        <w:t>Úsek náměstka pro provoz infrastruktury/odbor provozu infrastruktury</w:t>
      </w:r>
    </w:p>
    <w:p w14:paraId="0A9DDB7D" w14:textId="5ECD539B" w:rsidR="001D7EAD" w:rsidRDefault="001D7EAD" w:rsidP="001D7EAD">
      <w:pPr>
        <w:pStyle w:val="PNTextbezodsazmezer"/>
      </w:pPr>
      <w:r>
        <w:t xml:space="preserve">Muglinovská 1038/5, 702 00 Ostrava, provozní pracoviště: </w:t>
      </w:r>
      <w:r w:rsidRPr="001D7EAD">
        <w:t>Nerudova 1, 779 00 Olomouc</w:t>
      </w:r>
    </w:p>
    <w:p w14:paraId="64F9F558" w14:textId="36DFF093" w:rsidR="001D7EAD" w:rsidRDefault="001D7EAD" w:rsidP="001D7EAD">
      <w:pPr>
        <w:pStyle w:val="PNTextbezodsazmezer"/>
      </w:pPr>
      <w:r>
        <w:t xml:space="preserve">mobil: </w:t>
      </w:r>
      <w:r w:rsidRPr="001D7EAD">
        <w:t>+420 724 644 230</w:t>
      </w:r>
      <w:r>
        <w:t xml:space="preserve">, e-mail: </w:t>
      </w:r>
      <w:hyperlink r:id="rId11" w:history="1">
        <w:r w:rsidRPr="001D7EAD">
          <w:rPr>
            <w:rStyle w:val="Hypertextovodkaz"/>
            <w:noProof w:val="0"/>
          </w:rPr>
          <w:t>Novobilsky@spravazeleznic.cz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455A334E" w14:textId="7B4BB7F7" w:rsidR="004F597C" w:rsidRDefault="004F597C" w:rsidP="00EF10BA">
      <w:pPr>
        <w:pStyle w:val="PNTextzkladn"/>
        <w:rPr>
          <w:b/>
          <w:bCs/>
        </w:rPr>
      </w:pPr>
      <w:r w:rsidRPr="004F597C">
        <w:rPr>
          <w:b/>
          <w:bCs/>
        </w:rPr>
        <w:t>1.1.3.11  Zkušební provoz</w:t>
      </w:r>
    </w:p>
    <w:p w14:paraId="0C2DCA58" w14:textId="22B602BD" w:rsidR="004F597C" w:rsidRDefault="004F597C" w:rsidP="004F597C">
      <w:pPr>
        <w:pStyle w:val="PNTextzkladn"/>
      </w:pPr>
      <w:r w:rsidRPr="009F4424">
        <w:t xml:space="preserve">Tento </w:t>
      </w:r>
      <w:r>
        <w:t>P</w:t>
      </w:r>
      <w:r w:rsidRPr="009F4424">
        <w:t xml:space="preserve">od-článek se </w:t>
      </w:r>
      <w:r w:rsidRPr="00150E39">
        <w:t>nepoužije</w:t>
      </w:r>
      <w:r w:rsidRPr="009F4424">
        <w:t>.</w:t>
      </w:r>
      <w:r w:rsidR="00B07967">
        <w:t xml:space="preserve"> </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lastRenderedPageBreak/>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C22E91E" w14:textId="77777777" w:rsidR="00C96E7C" w:rsidRPr="00EC0EA4" w:rsidRDefault="00C96E7C" w:rsidP="00150E39">
      <w:pPr>
        <w:pStyle w:val="PNNadpis10bPod-l111"/>
        <w:rPr>
          <w:color w:val="00B050"/>
        </w:rPr>
      </w:pPr>
      <w:r w:rsidRPr="00EC0EA4">
        <w:t>1.1.5.6</w:t>
      </w:r>
      <w:r w:rsidR="00CF609C" w:rsidRPr="00EC0EA4">
        <w:tab/>
      </w:r>
      <w:r w:rsidRPr="00EC0EA4">
        <w:t xml:space="preserve">Definice sekcí </w:t>
      </w:r>
    </w:p>
    <w:p w14:paraId="034C6A4A" w14:textId="77777777" w:rsidR="00C96E7C" w:rsidRPr="00EC0EA4" w:rsidRDefault="00C96E7C" w:rsidP="00194E72">
      <w:pPr>
        <w:pStyle w:val="PNNadpistabulky"/>
      </w:pPr>
      <w:r w:rsidRPr="00EC0EA4">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EC0EA4"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EC0EA4" w:rsidRDefault="00E41EEA" w:rsidP="00C8486C">
            <w:pPr>
              <w:pStyle w:val="Tabulka-9"/>
              <w:rPr>
                <w:b w:val="0"/>
              </w:rPr>
            </w:pPr>
            <w:r w:rsidRPr="00EC0EA4">
              <w:t>Popis</w:t>
            </w:r>
          </w:p>
        </w:tc>
        <w:tc>
          <w:tcPr>
            <w:tcW w:w="3260" w:type="dxa"/>
          </w:tcPr>
          <w:p w14:paraId="106F88F2" w14:textId="77777777" w:rsidR="00E41EEA" w:rsidRPr="00EC0EA4" w:rsidRDefault="00E41EEA" w:rsidP="00C8486C">
            <w:pPr>
              <w:pStyle w:val="Tabulka-9"/>
              <w:rPr>
                <w:b w:val="0"/>
              </w:rPr>
            </w:pPr>
            <w:r w:rsidRPr="00EC0EA4">
              <w:t>Doba pro dokončení</w:t>
            </w:r>
          </w:p>
        </w:tc>
      </w:tr>
      <w:tr w:rsidR="00193238" w:rsidRPr="00EC0EA4" w14:paraId="1703D9D8" w14:textId="77777777" w:rsidTr="00EC0EA4">
        <w:tc>
          <w:tcPr>
            <w:tcW w:w="5608" w:type="dxa"/>
            <w:vAlign w:val="center"/>
          </w:tcPr>
          <w:p w14:paraId="79E7D5B6" w14:textId="77777777" w:rsidR="00193238" w:rsidRPr="00EC0EA4" w:rsidRDefault="00193238" w:rsidP="00193238">
            <w:pPr>
              <w:pStyle w:val="Tabulka-9"/>
              <w:rPr>
                <w:b/>
                <w:bCs/>
              </w:rPr>
            </w:pPr>
            <w:r w:rsidRPr="00EC0EA4">
              <w:rPr>
                <w:b/>
                <w:bCs/>
              </w:rPr>
              <w:t>Sekce 1 stavební</w:t>
            </w:r>
          </w:p>
          <w:p w14:paraId="39805356" w14:textId="47336068" w:rsidR="00193238" w:rsidRPr="00EC0EA4" w:rsidRDefault="00EC0EA4" w:rsidP="00EC0EA4">
            <w:pPr>
              <w:rPr>
                <w:color w:val="0070C0"/>
              </w:rPr>
            </w:pPr>
            <w:r w:rsidRPr="00EC0EA4">
              <w:rPr>
                <w:sz w:val="18"/>
                <w:szCs w:val="18"/>
              </w:rPr>
              <w:t>Všechny objekty (SO/PS) kromě SO a PS uvedených v Sekci 2 a 3</w:t>
            </w:r>
          </w:p>
        </w:tc>
        <w:tc>
          <w:tcPr>
            <w:tcW w:w="3260" w:type="dxa"/>
            <w:vAlign w:val="center"/>
          </w:tcPr>
          <w:p w14:paraId="0B09EE33" w14:textId="1DC57FD6" w:rsidR="00193238" w:rsidRPr="00EC0EA4" w:rsidRDefault="00066F70" w:rsidP="00193238">
            <w:pPr>
              <w:pStyle w:val="Tabulka-9"/>
            </w:pPr>
            <w:r w:rsidRPr="00EC0EA4">
              <w:t xml:space="preserve">nejpozději do </w:t>
            </w:r>
            <w:r w:rsidRPr="00EC0EA4">
              <w:rPr>
                <w:b/>
              </w:rPr>
              <w:t xml:space="preserve">12 </w:t>
            </w:r>
            <w:r w:rsidRPr="00EC0EA4">
              <w:rPr>
                <w:b/>
                <w:bCs/>
              </w:rPr>
              <w:t>měsíců</w:t>
            </w:r>
            <w:r w:rsidRPr="00EC0EA4">
              <w:t xml:space="preserve"> od Data zahájení prací</w:t>
            </w:r>
          </w:p>
        </w:tc>
      </w:tr>
      <w:tr w:rsidR="00193238" w:rsidRPr="00EC0EA4" w14:paraId="221D89A9" w14:textId="77777777" w:rsidTr="00EC0EA4">
        <w:tc>
          <w:tcPr>
            <w:tcW w:w="5608" w:type="dxa"/>
            <w:vAlign w:val="center"/>
          </w:tcPr>
          <w:p w14:paraId="3374C1DB" w14:textId="77777777" w:rsidR="00193238" w:rsidRPr="00EC0EA4" w:rsidRDefault="00193238" w:rsidP="00193238">
            <w:pPr>
              <w:pStyle w:val="Tabulka-9"/>
              <w:rPr>
                <w:b/>
                <w:bCs/>
              </w:rPr>
            </w:pPr>
            <w:r w:rsidRPr="00EC0EA4">
              <w:rPr>
                <w:b/>
                <w:bCs/>
              </w:rPr>
              <w:t>Sekce 2</w:t>
            </w:r>
          </w:p>
          <w:p w14:paraId="09C8F99B" w14:textId="04C2DD3B" w:rsidR="00193238" w:rsidRPr="00EC0EA4" w:rsidRDefault="00EC0EA4" w:rsidP="00193238">
            <w:pPr>
              <w:pStyle w:val="Tabulka-9"/>
              <w:rPr>
                <w:b/>
                <w:bCs/>
              </w:rPr>
            </w:pPr>
            <w:r w:rsidRPr="00EC0EA4">
              <w:t>Realizace veškerých stavebních prací na PS 01, PS 03.8, SO 01.1-01.8, SO 02.2-02.12, SO 03.1-03.7, SO 03.13</w:t>
            </w:r>
          </w:p>
        </w:tc>
        <w:tc>
          <w:tcPr>
            <w:tcW w:w="3260" w:type="dxa"/>
            <w:vAlign w:val="center"/>
          </w:tcPr>
          <w:p w14:paraId="7E1C6361" w14:textId="0BB9CC38" w:rsidR="00193238" w:rsidRPr="00EC0EA4" w:rsidRDefault="00193238" w:rsidP="00193238">
            <w:pPr>
              <w:pStyle w:val="Tabulka-9"/>
            </w:pPr>
            <w:r w:rsidRPr="00EC0EA4">
              <w:t xml:space="preserve">nejpozději do </w:t>
            </w:r>
            <w:r w:rsidR="00EC0EA4" w:rsidRPr="00EC0EA4">
              <w:rPr>
                <w:b/>
              </w:rPr>
              <w:t>6</w:t>
            </w:r>
            <w:r w:rsidRPr="00EC0EA4">
              <w:rPr>
                <w:b/>
              </w:rPr>
              <w:t xml:space="preserve"> </w:t>
            </w:r>
            <w:r w:rsidRPr="00EC0EA4">
              <w:rPr>
                <w:b/>
                <w:bCs/>
              </w:rPr>
              <w:t>měsíců</w:t>
            </w:r>
            <w:r w:rsidRPr="00EC0EA4">
              <w:t xml:space="preserve"> od Data zahájení prací</w:t>
            </w:r>
          </w:p>
        </w:tc>
      </w:tr>
      <w:tr w:rsidR="00C20754" w14:paraId="05A42B39" w14:textId="77777777" w:rsidTr="00EC0EA4">
        <w:tc>
          <w:tcPr>
            <w:tcW w:w="5608" w:type="dxa"/>
            <w:vAlign w:val="center"/>
          </w:tcPr>
          <w:p w14:paraId="7C5ED493" w14:textId="2BA625AF" w:rsidR="00C20754" w:rsidRPr="00EC0EA4" w:rsidRDefault="00C20754" w:rsidP="00C20754">
            <w:pPr>
              <w:pStyle w:val="Tabulka-9"/>
              <w:rPr>
                <w:b/>
                <w:bCs/>
              </w:rPr>
            </w:pPr>
            <w:r w:rsidRPr="00EC0EA4">
              <w:rPr>
                <w:b/>
                <w:bCs/>
              </w:rPr>
              <w:t xml:space="preserve">Sekce </w:t>
            </w:r>
            <w:r w:rsidR="00193238" w:rsidRPr="00EC0EA4">
              <w:rPr>
                <w:b/>
                <w:bCs/>
              </w:rPr>
              <w:t>3</w:t>
            </w:r>
            <w:r w:rsidRPr="00EC0EA4">
              <w:rPr>
                <w:b/>
                <w:bCs/>
              </w:rPr>
              <w:t xml:space="preserve"> </w:t>
            </w:r>
          </w:p>
          <w:p w14:paraId="0E318DB7" w14:textId="6870F1D5" w:rsidR="00EC0EA4" w:rsidRPr="00EC0EA4" w:rsidRDefault="00193238" w:rsidP="00EC0EA4">
            <w:pPr>
              <w:pStyle w:val="Tabulka-9"/>
            </w:pPr>
            <w:r w:rsidRPr="00EC0EA4">
              <w:t>Vyhotovení a předání</w:t>
            </w:r>
            <w:r w:rsidR="00C20754" w:rsidRPr="00EC0EA4">
              <w:t xml:space="preserve"> DSPS, GDSPS, dokladová část</w:t>
            </w:r>
            <w:r w:rsidR="00EC0EA4">
              <w:t xml:space="preserve"> </w:t>
            </w:r>
            <w:r w:rsidR="00EC0EA4" w:rsidRPr="00EC0EA4">
              <w:t>kromě položek zhotovených v Sekci 1 stavební (zhotovených v části dle</w:t>
            </w:r>
            <w:r w:rsidR="00EC0EA4">
              <w:t xml:space="preserve"> </w:t>
            </w:r>
            <w:r w:rsidR="00EC0EA4" w:rsidRPr="00EC0EA4">
              <w:t>Smluvních podmínek)</w:t>
            </w:r>
          </w:p>
          <w:p w14:paraId="23B479B8" w14:textId="75701F29" w:rsidR="00C20754" w:rsidRPr="00EC0EA4" w:rsidRDefault="00C20754" w:rsidP="00EC0EA4">
            <w:pPr>
              <w:pStyle w:val="Tabulka-9"/>
              <w:rPr>
                <w:b/>
                <w:bCs/>
              </w:rPr>
            </w:pPr>
            <w:r w:rsidRPr="00EC0EA4">
              <w:t>Dokončení Díla</w:t>
            </w:r>
          </w:p>
        </w:tc>
        <w:tc>
          <w:tcPr>
            <w:tcW w:w="3260" w:type="dxa"/>
            <w:vAlign w:val="center"/>
          </w:tcPr>
          <w:p w14:paraId="5DAE5FF5" w14:textId="0E481943" w:rsidR="00C20754" w:rsidRPr="00193238" w:rsidRDefault="00C20754" w:rsidP="00C20754">
            <w:pPr>
              <w:pStyle w:val="Tabulka-9"/>
            </w:pPr>
            <w:r w:rsidRPr="00EC0EA4">
              <w:t xml:space="preserve">nejpozději do </w:t>
            </w:r>
            <w:r w:rsidRPr="00EC0EA4">
              <w:rPr>
                <w:b/>
              </w:rPr>
              <w:t xml:space="preserve">14 </w:t>
            </w:r>
            <w:r w:rsidRPr="00EC0EA4">
              <w:rPr>
                <w:b/>
                <w:bCs/>
              </w:rPr>
              <w:t>měsíců</w:t>
            </w:r>
            <w:r w:rsidRPr="00EC0EA4">
              <w:t xml:space="preserve"> od Data zahájení prací</w:t>
            </w:r>
          </w:p>
        </w:tc>
      </w:tr>
    </w:tbl>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w:t>
      </w:r>
      <w:r>
        <w:lastRenderedPageBreak/>
        <w:t>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rsidRPr="00066F70">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Pr="00193238" w:rsidRDefault="00FE06D6" w:rsidP="00FE06D6">
      <w:pPr>
        <w:pStyle w:val="PNNadpis10bPod-l111"/>
      </w:pPr>
      <w:r w:rsidRPr="00193238">
        <w:t>1.5 Hierarchie smluvních dokumentů</w:t>
      </w:r>
    </w:p>
    <w:p w14:paraId="18C351EE" w14:textId="77777777" w:rsidR="00FE06D6" w:rsidRPr="00677A1B" w:rsidRDefault="00FE06D6" w:rsidP="00FE06D6">
      <w:pPr>
        <w:pStyle w:val="PNTextzkladn"/>
      </w:pPr>
      <w:r w:rsidRPr="00193238">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42FB0D08" w:rsidR="00C96E7C" w:rsidRDefault="00C96E7C" w:rsidP="005D168C">
      <w:pPr>
        <w:pStyle w:val="PNTextzkladn"/>
      </w:pPr>
      <w:r>
        <w:t xml:space="preserve">Přístup na Staveniště bude Zhotoviteli umožněn </w:t>
      </w:r>
      <w:r w:rsidR="00C20754">
        <w:t>ode dne podpisu zápisu o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9A983BB" w14:textId="642F3972" w:rsidR="00C20754" w:rsidRDefault="00C20754" w:rsidP="00C20754">
      <w:pPr>
        <w:pStyle w:val="PNOdrka1-"/>
      </w:pPr>
      <w:r w:rsidRPr="0031469C">
        <w:t xml:space="preserve">Správce stavby – </w:t>
      </w:r>
      <w:r w:rsidR="004076A0" w:rsidRPr="004076A0">
        <w:t>Ing. Josef Novobilský</w:t>
      </w:r>
      <w:r w:rsidRPr="0031469C">
        <w:t xml:space="preserve">, </w:t>
      </w:r>
    </w:p>
    <w:p w14:paraId="5BBEE120" w14:textId="77777777" w:rsidR="004076A0" w:rsidRDefault="004076A0" w:rsidP="004076A0">
      <w:pPr>
        <w:pStyle w:val="PNOdrka1-"/>
        <w:numPr>
          <w:ilvl w:val="0"/>
          <w:numId w:val="0"/>
        </w:numPr>
        <w:ind w:left="720"/>
      </w:pPr>
      <w:r>
        <w:t xml:space="preserve">mobil: </w:t>
      </w:r>
      <w:r w:rsidRPr="001D7EAD">
        <w:t>+420 724 644 230</w:t>
      </w:r>
      <w:r>
        <w:t xml:space="preserve">, e-mail: </w:t>
      </w:r>
      <w:hyperlink r:id="rId15" w:history="1">
        <w:r w:rsidRPr="001D7EAD">
          <w:rPr>
            <w:rStyle w:val="Hypertextovodkaz"/>
            <w:noProof w:val="0"/>
          </w:rPr>
          <w:t>Novobilsky@spravazeleznic.cz</w:t>
        </w:r>
      </w:hyperlink>
    </w:p>
    <w:p w14:paraId="7F9C1E3E" w14:textId="77777777" w:rsidR="009B437C" w:rsidRDefault="009B437C" w:rsidP="009B437C">
      <w:pPr>
        <w:pStyle w:val="PNOdrka1-"/>
      </w:pPr>
      <w:r>
        <w:lastRenderedPageBreak/>
        <w:t xml:space="preserve">ve věci kontroly požití alkoholu a/nebo návykových látek </w:t>
      </w:r>
      <w:r w:rsidRPr="0031469C">
        <w:t xml:space="preserve">– </w:t>
      </w:r>
      <w:r w:rsidRPr="004076A0">
        <w:t>Ing. Josef Novobilský</w:t>
      </w:r>
      <w:r w:rsidRPr="0031469C">
        <w:t xml:space="preserve">, </w:t>
      </w:r>
    </w:p>
    <w:p w14:paraId="679E3394" w14:textId="23411B86" w:rsidR="009B437C" w:rsidRDefault="009B437C" w:rsidP="009B437C">
      <w:pPr>
        <w:pStyle w:val="PNOdrka1-"/>
        <w:numPr>
          <w:ilvl w:val="0"/>
          <w:numId w:val="0"/>
        </w:numPr>
        <w:ind w:left="720"/>
      </w:pPr>
      <w:r>
        <w:t xml:space="preserve">mobil: </w:t>
      </w:r>
      <w:r w:rsidRPr="001D7EAD">
        <w:t>+420 724 644 230</w:t>
      </w:r>
      <w:r>
        <w:t xml:space="preserve">, e-mail: </w:t>
      </w:r>
      <w:hyperlink r:id="rId16" w:history="1">
        <w:r w:rsidRPr="001D7EAD">
          <w:rPr>
            <w:rStyle w:val="Hypertextovodkaz"/>
            <w:noProof w:val="0"/>
          </w:rPr>
          <w:t>Novobilsky@spravazeleznic.cz</w:t>
        </w:r>
      </w:hyperlink>
    </w:p>
    <w:p w14:paraId="31ECFF12" w14:textId="6626552B" w:rsidR="00C20754" w:rsidRDefault="00C20754" w:rsidP="00C20754">
      <w:pPr>
        <w:pStyle w:val="PNOdrka1-"/>
      </w:pPr>
      <w:r w:rsidRPr="0031469C">
        <w:t xml:space="preserve">úředně oprávněný zeměměřický inženýr - </w:t>
      </w:r>
      <w:r w:rsidR="004076A0" w:rsidRPr="004076A0">
        <w:t xml:space="preserve">Ing. Jakub </w:t>
      </w:r>
      <w:proofErr w:type="spellStart"/>
      <w:r w:rsidR="004076A0" w:rsidRPr="004076A0">
        <w:t>Gavlík</w:t>
      </w:r>
      <w:proofErr w:type="spellEnd"/>
      <w:r w:rsidRPr="0031469C">
        <w:t xml:space="preserve">, </w:t>
      </w:r>
    </w:p>
    <w:p w14:paraId="4C992C98" w14:textId="6319E5FC" w:rsidR="004076A0" w:rsidRDefault="004076A0" w:rsidP="004076A0">
      <w:pPr>
        <w:pStyle w:val="PNOdrka1-"/>
        <w:numPr>
          <w:ilvl w:val="0"/>
          <w:numId w:val="0"/>
        </w:numPr>
        <w:ind w:left="720"/>
      </w:pPr>
      <w:r>
        <w:t>mobil</w:t>
      </w:r>
      <w:r w:rsidRPr="004076A0">
        <w:t xml:space="preserve">: +420 727 877 401, e-mail: </w:t>
      </w:r>
      <w:hyperlink r:id="rId17" w:history="1">
        <w:r w:rsidRPr="000F17D7">
          <w:rPr>
            <w:rStyle w:val="Hypertextovodkaz"/>
            <w:noProof w:val="0"/>
          </w:rPr>
          <w:t>Gavlik@spravazeleznic.cz</w:t>
        </w:r>
      </w:hyperlink>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3FFB359D" w14:textId="155E559C"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w:t>
      </w:r>
      <w:r w:rsidRPr="00CF609C">
        <w:lastRenderedPageBreak/>
        <w:t xml:space="preserve">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4076A0" w:rsidRDefault="00FE06D6" w:rsidP="00FE06D6">
      <w:pPr>
        <w:pStyle w:val="Textkomente"/>
        <w:rPr>
          <w:rFonts w:asciiTheme="minorHAnsi" w:hAnsiTheme="minorHAnsi"/>
          <w:sz w:val="18"/>
          <w:szCs w:val="18"/>
        </w:rPr>
      </w:pPr>
      <w:r w:rsidRPr="004076A0">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Pr="0087626D" w:rsidRDefault="00BB79E8" w:rsidP="00BB79E8">
      <w:pPr>
        <w:pStyle w:val="PNTextzkladn"/>
      </w:pPr>
      <w:r>
        <w:t xml:space="preserve">Maximální </w:t>
      </w:r>
      <w:r w:rsidRPr="00EB6216">
        <w:t>celková výše smluvních pokut uhrazených Zhotovitelem za poruš</w:t>
      </w:r>
      <w:r w:rsidR="001149ED" w:rsidRPr="00EB6216">
        <w:t xml:space="preserve">ení Smlouvy je </w:t>
      </w:r>
      <w:r w:rsidR="001149ED" w:rsidRPr="0087626D">
        <w:t>stanovena ve výši</w:t>
      </w:r>
      <w:r w:rsidRPr="0087626D">
        <w:t xml:space="preserve"> 30</w:t>
      </w:r>
      <w:r w:rsidR="00204751" w:rsidRPr="0087626D">
        <w:t> </w:t>
      </w:r>
      <w:r w:rsidRPr="0087626D">
        <w:t>% nabídkové ceny uvedené v Dopise nabídky.</w:t>
      </w:r>
    </w:p>
    <w:p w14:paraId="7E6D5E9C" w14:textId="77777777" w:rsidR="00C96E7C" w:rsidRPr="0087626D" w:rsidRDefault="00C96E7C" w:rsidP="00150E39">
      <w:pPr>
        <w:pStyle w:val="PNNadpis10bPod-l111"/>
      </w:pPr>
      <w:r w:rsidRPr="0087626D">
        <w:t>4.28</w:t>
      </w:r>
      <w:r w:rsidR="00150E39" w:rsidRPr="0087626D">
        <w:tab/>
      </w:r>
      <w:r w:rsidRPr="0087626D">
        <w:t>Postupné závazné milníky</w:t>
      </w:r>
    </w:p>
    <w:p w14:paraId="66E44882" w14:textId="40BF899C" w:rsidR="00193238" w:rsidRPr="00E0462A" w:rsidRDefault="00500582" w:rsidP="008A3F55">
      <w:pPr>
        <w:pStyle w:val="PNTextzkladn"/>
        <w:keepNext/>
      </w:pPr>
      <w:r w:rsidRPr="0087626D">
        <w:t xml:space="preserve">Pro provádění Díla </w:t>
      </w:r>
      <w:r w:rsidR="008A3F55" w:rsidRPr="0087626D">
        <w:t>ne</w:t>
      </w:r>
      <w:r w:rsidRPr="0087626D">
        <w:t xml:space="preserve">jsou stanoveny </w:t>
      </w:r>
      <w:r w:rsidR="008A3F55" w:rsidRPr="0087626D">
        <w:t>žádné</w:t>
      </w:r>
      <w:r w:rsidR="00FE06D6" w:rsidRPr="0087626D">
        <w:t xml:space="preserve"> postupné </w:t>
      </w:r>
      <w:r w:rsidRPr="0087626D">
        <w:t>milníky</w:t>
      </w:r>
      <w:r w:rsidR="008A3F55" w:rsidRPr="0087626D">
        <w:t>.</w:t>
      </w:r>
      <w:r w:rsidR="008A3F55">
        <w:t xml:space="preserve"> </w:t>
      </w:r>
    </w:p>
    <w:p w14:paraId="48876814" w14:textId="77777777" w:rsidR="00C96E7C" w:rsidRPr="00193238" w:rsidRDefault="00C96E7C" w:rsidP="00150E39">
      <w:pPr>
        <w:pStyle w:val="PNNadpis10bPod-l111"/>
      </w:pPr>
      <w:r w:rsidRPr="00193238">
        <w:t>8.2, 8.4</w:t>
      </w:r>
      <w:r w:rsidR="00150E39" w:rsidRPr="00193238">
        <w:tab/>
      </w:r>
      <w:r w:rsidRPr="00193238">
        <w:t>Doba pro dokončení, Prodloužení doby pro dokončení</w:t>
      </w:r>
    </w:p>
    <w:p w14:paraId="0DB09425" w14:textId="2489B4D1" w:rsidR="00C96E7C" w:rsidRPr="00193238" w:rsidRDefault="00C96E7C" w:rsidP="005D168C">
      <w:pPr>
        <w:pStyle w:val="PNTextzkladn"/>
      </w:pPr>
      <w:r w:rsidRPr="00193238">
        <w:t xml:space="preserve">Zhotovitel je povinen dokončit celé Dílo včetně příslušné dokumentace dle </w:t>
      </w:r>
      <w:r w:rsidR="004A00B4" w:rsidRPr="00193238">
        <w:t>P</w:t>
      </w:r>
      <w:r w:rsidRPr="00193238">
        <w:t>od-článku 7.9 do</w:t>
      </w:r>
      <w:r w:rsidR="00204751" w:rsidRPr="00193238">
        <w:t> </w:t>
      </w:r>
      <w:r w:rsidR="00E94E4F" w:rsidRPr="00193238">
        <w:rPr>
          <w:b/>
          <w:bCs/>
        </w:rPr>
        <w:t>14 měsíců</w:t>
      </w:r>
      <w:r w:rsidRPr="00193238">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2FFAD9A6"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E94E4F">
        <w:t xml:space="preserve">se </w:t>
      </w:r>
      <w:r w:rsidR="00E94E4F" w:rsidRPr="00E94E4F">
        <w:t>20</w:t>
      </w:r>
      <w:r w:rsidRPr="00E94E4F">
        <w:t xml:space="preserve"> % smluvní hodnoty</w:t>
      </w:r>
      <w:r w:rsidRPr="00D42C7E">
        <w:t xml:space="preserve">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099F6F6"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rsidR="00E94E4F">
        <w:t>průběhu,</w:t>
      </w:r>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51C77FC3"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lastRenderedPageBreak/>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DA6A68F" w14:textId="76E4C4EA" w:rsidR="00C732F0" w:rsidRDefault="00C96E7C" w:rsidP="00D60543">
      <w:pPr>
        <w:pStyle w:val="PNTextzkladn"/>
      </w:pPr>
      <w:r>
        <w:t xml:space="preserve">Rozhodování sporů je upraveno dle </w:t>
      </w:r>
      <w:r w:rsidRPr="00EE7DC3">
        <w:t>varianty</w:t>
      </w:r>
      <w:r>
        <w:t xml:space="preserve"> B.</w:t>
      </w: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71925A56"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87626D" w:rsidRPr="0087626D">
            <w:rPr>
              <w:bCs/>
              <w:noProof/>
            </w:rPr>
            <w:t>„Prostá rekonstrukce trati v úseku Olomouc – Blatec“</w:t>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6A98D21E"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87626D" w:rsidRPr="0087626D">
            <w:rPr>
              <w:noProof/>
            </w:rPr>
            <w:t>„Prostá rekonstrukce trati v úseku Olomouc – Blatec“</w:t>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B01B39"/>
    <w:multiLevelType w:val="hybridMultilevel"/>
    <w:tmpl w:val="4CAE3EA8"/>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570313292">
    <w:abstractNumId w:val="2"/>
  </w:num>
  <w:num w:numId="2" w16cid:durableId="1199706486">
    <w:abstractNumId w:val="0"/>
  </w:num>
  <w:num w:numId="3" w16cid:durableId="1291781820">
    <w:abstractNumId w:val="7"/>
  </w:num>
  <w:num w:numId="4" w16cid:durableId="733505606">
    <w:abstractNumId w:val="3"/>
  </w:num>
  <w:num w:numId="5" w16cid:durableId="832569463">
    <w:abstractNumId w:val="5"/>
  </w:num>
  <w:num w:numId="6" w16cid:durableId="1458983704">
    <w:abstractNumId w:val="6"/>
  </w:num>
  <w:num w:numId="7" w16cid:durableId="1268656049">
    <w:abstractNumId w:val="4"/>
  </w:num>
  <w:num w:numId="8" w16cid:durableId="6960786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225724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6F70"/>
    <w:rsid w:val="00067A5E"/>
    <w:rsid w:val="000719BB"/>
    <w:rsid w:val="00071A0E"/>
    <w:rsid w:val="00072A65"/>
    <w:rsid w:val="00072C1E"/>
    <w:rsid w:val="00073857"/>
    <w:rsid w:val="00074E46"/>
    <w:rsid w:val="00080EC0"/>
    <w:rsid w:val="00092924"/>
    <w:rsid w:val="00097CAC"/>
    <w:rsid w:val="000B4EB8"/>
    <w:rsid w:val="000C14B7"/>
    <w:rsid w:val="000C2D01"/>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42E9"/>
    <w:rsid w:val="00157862"/>
    <w:rsid w:val="001656A2"/>
    <w:rsid w:val="001679B8"/>
    <w:rsid w:val="00170EC5"/>
    <w:rsid w:val="001747C1"/>
    <w:rsid w:val="00174FB5"/>
    <w:rsid w:val="00177D6B"/>
    <w:rsid w:val="00191F90"/>
    <w:rsid w:val="001927B4"/>
    <w:rsid w:val="00193238"/>
    <w:rsid w:val="00194E72"/>
    <w:rsid w:val="001965E6"/>
    <w:rsid w:val="001B022A"/>
    <w:rsid w:val="001B4E74"/>
    <w:rsid w:val="001C4364"/>
    <w:rsid w:val="001C645F"/>
    <w:rsid w:val="001C7156"/>
    <w:rsid w:val="001D0F98"/>
    <w:rsid w:val="001D7EAD"/>
    <w:rsid w:val="001E29B2"/>
    <w:rsid w:val="001E3C56"/>
    <w:rsid w:val="001E678E"/>
    <w:rsid w:val="001F4C4A"/>
    <w:rsid w:val="00204751"/>
    <w:rsid w:val="002071BB"/>
    <w:rsid w:val="00207DF5"/>
    <w:rsid w:val="0021172F"/>
    <w:rsid w:val="002256CF"/>
    <w:rsid w:val="00234038"/>
    <w:rsid w:val="0023464E"/>
    <w:rsid w:val="00235D7C"/>
    <w:rsid w:val="00240B81"/>
    <w:rsid w:val="00240ED7"/>
    <w:rsid w:val="00244767"/>
    <w:rsid w:val="00245939"/>
    <w:rsid w:val="00246758"/>
    <w:rsid w:val="00247D01"/>
    <w:rsid w:val="00250FC0"/>
    <w:rsid w:val="00254F10"/>
    <w:rsid w:val="00260D49"/>
    <w:rsid w:val="00261A5B"/>
    <w:rsid w:val="00262E5B"/>
    <w:rsid w:val="00276AFE"/>
    <w:rsid w:val="00280DFD"/>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245D"/>
    <w:rsid w:val="002F4333"/>
    <w:rsid w:val="00312736"/>
    <w:rsid w:val="00322AA5"/>
    <w:rsid w:val="003259C2"/>
    <w:rsid w:val="00327EEF"/>
    <w:rsid w:val="0033239F"/>
    <w:rsid w:val="003341BC"/>
    <w:rsid w:val="0034274B"/>
    <w:rsid w:val="00346C2C"/>
    <w:rsid w:val="00346D36"/>
    <w:rsid w:val="0034719F"/>
    <w:rsid w:val="00350A35"/>
    <w:rsid w:val="00351744"/>
    <w:rsid w:val="003548AC"/>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6A0"/>
    <w:rsid w:val="004078F3"/>
    <w:rsid w:val="004220DE"/>
    <w:rsid w:val="0042532F"/>
    <w:rsid w:val="00427794"/>
    <w:rsid w:val="004309EE"/>
    <w:rsid w:val="0043462A"/>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4F597C"/>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3E04"/>
    <w:rsid w:val="006759CC"/>
    <w:rsid w:val="006776B6"/>
    <w:rsid w:val="00680727"/>
    <w:rsid w:val="00681286"/>
    <w:rsid w:val="00682912"/>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DC"/>
    <w:rsid w:val="00710723"/>
    <w:rsid w:val="00713984"/>
    <w:rsid w:val="007213E4"/>
    <w:rsid w:val="00723ED1"/>
    <w:rsid w:val="007255A0"/>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E5986"/>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7626D"/>
    <w:rsid w:val="00880831"/>
    <w:rsid w:val="008825B2"/>
    <w:rsid w:val="008842C9"/>
    <w:rsid w:val="0089559E"/>
    <w:rsid w:val="008A3568"/>
    <w:rsid w:val="008A3F55"/>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4645E"/>
    <w:rsid w:val="00953532"/>
    <w:rsid w:val="00962258"/>
    <w:rsid w:val="009678B7"/>
    <w:rsid w:val="00967F7C"/>
    <w:rsid w:val="00984EBC"/>
    <w:rsid w:val="00992D9C"/>
    <w:rsid w:val="00996496"/>
    <w:rsid w:val="00996CB8"/>
    <w:rsid w:val="009A06AE"/>
    <w:rsid w:val="009B0F8A"/>
    <w:rsid w:val="009B1A24"/>
    <w:rsid w:val="009B2E97"/>
    <w:rsid w:val="009B3AC4"/>
    <w:rsid w:val="009B437C"/>
    <w:rsid w:val="009B5146"/>
    <w:rsid w:val="009B641A"/>
    <w:rsid w:val="009C1450"/>
    <w:rsid w:val="009C386C"/>
    <w:rsid w:val="009C418E"/>
    <w:rsid w:val="009C442C"/>
    <w:rsid w:val="009C7295"/>
    <w:rsid w:val="009D1439"/>
    <w:rsid w:val="009D3CE2"/>
    <w:rsid w:val="009E07F4"/>
    <w:rsid w:val="009E2AFD"/>
    <w:rsid w:val="009E4505"/>
    <w:rsid w:val="009F0B46"/>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07967"/>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0BB9"/>
    <w:rsid w:val="00BD7E91"/>
    <w:rsid w:val="00BD7F0D"/>
    <w:rsid w:val="00BF5233"/>
    <w:rsid w:val="00C02D0A"/>
    <w:rsid w:val="00C038BD"/>
    <w:rsid w:val="00C03A6E"/>
    <w:rsid w:val="00C072CD"/>
    <w:rsid w:val="00C12C1E"/>
    <w:rsid w:val="00C20754"/>
    <w:rsid w:val="00C21179"/>
    <w:rsid w:val="00C226C0"/>
    <w:rsid w:val="00C2298F"/>
    <w:rsid w:val="00C25AE7"/>
    <w:rsid w:val="00C3166B"/>
    <w:rsid w:val="00C33406"/>
    <w:rsid w:val="00C40843"/>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94E4F"/>
    <w:rsid w:val="00EA0F5A"/>
    <w:rsid w:val="00EA6443"/>
    <w:rsid w:val="00EA6EC7"/>
    <w:rsid w:val="00EB104F"/>
    <w:rsid w:val="00EB46E5"/>
    <w:rsid w:val="00EB6216"/>
    <w:rsid w:val="00EC0EA4"/>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3D3E"/>
    <w:rsid w:val="00F2485A"/>
    <w:rsid w:val="00F26CFB"/>
    <w:rsid w:val="00F2704A"/>
    <w:rsid w:val="00F310F8"/>
    <w:rsid w:val="00F35939"/>
    <w:rsid w:val="00F3661D"/>
    <w:rsid w:val="00F45607"/>
    <w:rsid w:val="00F4722B"/>
    <w:rsid w:val="00F54432"/>
    <w:rsid w:val="00F56EF4"/>
    <w:rsid w:val="00F57F2E"/>
    <w:rsid w:val="00F659EB"/>
    <w:rsid w:val="00F66A9C"/>
    <w:rsid w:val="00F7400A"/>
    <w:rsid w:val="00F769B3"/>
    <w:rsid w:val="00F83E24"/>
    <w:rsid w:val="00F86BA6"/>
    <w:rsid w:val="00F87750"/>
    <w:rsid w:val="00F908F2"/>
    <w:rsid w:val="00F95494"/>
    <w:rsid w:val="00F95772"/>
    <w:rsid w:val="00FA401F"/>
    <w:rsid w:val="00FB17ED"/>
    <w:rsid w:val="00FB1DD4"/>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qFormat/>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uiPriority w:val="99"/>
    <w:qFormat/>
    <w:rsid w:val="00FE06D6"/>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1D7EAD"/>
    <w:rPr>
      <w:color w:val="605E5C"/>
      <w:shd w:val="clear" w:color="auto" w:fill="E1DFDD"/>
    </w:rPr>
  </w:style>
  <w:style w:type="paragraph" w:customStyle="1" w:styleId="Odrka1-2-">
    <w:name w:val="_Odrážka_1-2_-"/>
    <w:basedOn w:val="Odrka1-1"/>
    <w:uiPriority w:val="99"/>
    <w:qFormat/>
    <w:rsid w:val="00193238"/>
    <w:pPr>
      <w:tabs>
        <w:tab w:val="clear" w:pos="1077"/>
        <w:tab w:val="num" w:pos="1531"/>
      </w:tabs>
      <w:ind w:left="1531" w:hanging="454"/>
    </w:pPr>
    <w:rPr>
      <w:rFonts w:ascii="Verdana" w:hAnsi="Verdana"/>
    </w:rPr>
  </w:style>
  <w:style w:type="paragraph" w:customStyle="1" w:styleId="Odrka1-3">
    <w:name w:val="_Odrážka_1-3_·"/>
    <w:basedOn w:val="Odrka1-2-"/>
    <w:uiPriority w:val="99"/>
    <w:qFormat/>
    <w:rsid w:val="00193238"/>
    <w:pPr>
      <w:tabs>
        <w:tab w:val="clear" w:pos="1531"/>
        <w:tab w:val="num" w:pos="1928"/>
      </w:tabs>
      <w:ind w:left="1928" w:hanging="397"/>
    </w:pPr>
  </w:style>
  <w:style w:type="paragraph" w:customStyle="1" w:styleId="Odrka1-4">
    <w:name w:val="_Odrážka_1-4_•"/>
    <w:basedOn w:val="Odrka1-1"/>
    <w:uiPriority w:val="99"/>
    <w:qFormat/>
    <w:rsid w:val="00193238"/>
    <w:pPr>
      <w:tabs>
        <w:tab w:val="clear" w:pos="1077"/>
        <w:tab w:val="num" w:pos="2041"/>
      </w:tabs>
      <w:ind w:left="2041"/>
    </w:pPr>
    <w:rPr>
      <w:rFonts w:ascii="Verdana" w:hAnsi="Verdana"/>
    </w:rPr>
  </w:style>
  <w:style w:type="paragraph" w:customStyle="1" w:styleId="Odrka1-5-">
    <w:name w:val="_Odrážka_1-5_-"/>
    <w:basedOn w:val="Odrka1-4"/>
    <w:uiPriority w:val="99"/>
    <w:qFormat/>
    <w:rsid w:val="00193238"/>
    <w:pPr>
      <w:tabs>
        <w:tab w:val="clear" w:pos="2041"/>
        <w:tab w:val="num" w:pos="2325"/>
      </w:tabs>
      <w:spacing w:after="40"/>
      <w:ind w:left="2325" w:hanging="284"/>
    </w:pPr>
  </w:style>
  <w:style w:type="paragraph" w:customStyle="1" w:styleId="Tabulka">
    <w:name w:val="_Tabulka"/>
    <w:basedOn w:val="Normln"/>
    <w:qFormat/>
    <w:rsid w:val="00193238"/>
    <w:pPr>
      <w:spacing w:before="40" w:after="40" w:line="240" w:lineRule="auto"/>
      <w:jc w:val="both"/>
    </w:pPr>
    <w:rPr>
      <w:sz w:val="18"/>
      <w:szCs w:val="18"/>
    </w:rPr>
  </w:style>
  <w:style w:type="paragraph" w:customStyle="1" w:styleId="Odstavec1-1a">
    <w:name w:val="_Odstavec_1-1_a)"/>
    <w:basedOn w:val="Normln"/>
    <w:uiPriority w:val="99"/>
    <w:qFormat/>
    <w:rsid w:val="00EC0EA4"/>
    <w:pPr>
      <w:tabs>
        <w:tab w:val="num" w:pos="1077"/>
      </w:tabs>
      <w:spacing w:after="80" w:line="264" w:lineRule="auto"/>
      <w:ind w:left="1077" w:hanging="340"/>
      <w:jc w:val="both"/>
    </w:pPr>
    <w:rPr>
      <w:sz w:val="18"/>
      <w:szCs w:val="18"/>
    </w:rPr>
  </w:style>
  <w:style w:type="paragraph" w:customStyle="1" w:styleId="Odstavec1-2i">
    <w:name w:val="_Odstavec_1-2_(i)"/>
    <w:basedOn w:val="Odstavec1-1a"/>
    <w:uiPriority w:val="99"/>
    <w:qFormat/>
    <w:rsid w:val="00EC0EA4"/>
    <w:pPr>
      <w:tabs>
        <w:tab w:val="clear" w:pos="1077"/>
        <w:tab w:val="num" w:pos="1531"/>
      </w:tabs>
      <w:ind w:left="1531" w:hanging="454"/>
    </w:pPr>
  </w:style>
  <w:style w:type="paragraph" w:customStyle="1" w:styleId="Odstavec1-31">
    <w:name w:val="_Odstavec_1-3_1)"/>
    <w:basedOn w:val="Odstavec1-2i"/>
    <w:uiPriority w:val="99"/>
    <w:qFormat/>
    <w:rsid w:val="00EC0EA4"/>
    <w:pPr>
      <w:tabs>
        <w:tab w:val="clear" w:pos="1531"/>
        <w:tab w:val="num" w:pos="1928"/>
      </w:tabs>
      <w:ind w:left="1928" w:hanging="397"/>
    </w:pPr>
  </w:style>
  <w:style w:type="paragraph" w:customStyle="1" w:styleId="Zkratky2">
    <w:name w:val="_Zkratky_2"/>
    <w:basedOn w:val="Normln"/>
    <w:qFormat/>
    <w:rsid w:val="00EC0EA4"/>
    <w:pPr>
      <w:spacing w:after="0" w:line="240" w:lineRule="auto"/>
    </w:pPr>
    <w:rPr>
      <w:sz w:val="16"/>
      <w:szCs w:val="16"/>
    </w:rPr>
  </w:style>
  <w:style w:type="paragraph" w:customStyle="1" w:styleId="Odstavec1-4a">
    <w:name w:val="_Odstavec_1-4_(a)"/>
    <w:basedOn w:val="Odstavec1-1a"/>
    <w:uiPriority w:val="99"/>
    <w:qFormat/>
    <w:rsid w:val="00EC0EA4"/>
    <w:pPr>
      <w:tabs>
        <w:tab w:val="clear" w:pos="1077"/>
        <w:tab w:val="num" w:pos="2041"/>
      </w:tabs>
      <w:ind w:left="2041"/>
    </w:pPr>
  </w:style>
  <w:style w:type="paragraph" w:customStyle="1" w:styleId="Odstavec1-4i">
    <w:name w:val="_Odstavec_1-4_i)"/>
    <w:basedOn w:val="Odstavec1-1a"/>
    <w:uiPriority w:val="99"/>
    <w:qFormat/>
    <w:rsid w:val="00EC0EA4"/>
    <w:pPr>
      <w:tabs>
        <w:tab w:val="clear" w:pos="1077"/>
        <w:tab w:val="num" w:pos="2381"/>
      </w:tabs>
      <w:ind w:left="238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186524">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903953245">
      <w:bodyDiv w:val="1"/>
      <w:marLeft w:val="0"/>
      <w:marRight w:val="0"/>
      <w:marTop w:val="0"/>
      <w:marBottom w:val="0"/>
      <w:divBdr>
        <w:top w:val="none" w:sz="0" w:space="0" w:color="auto"/>
        <w:left w:val="none" w:sz="0" w:space="0" w:color="auto"/>
        <w:bottom w:val="none" w:sz="0" w:space="0" w:color="auto"/>
        <w:right w:val="none" w:sz="0" w:space="0" w:color="auto"/>
      </w:divBdr>
    </w:div>
    <w:div w:id="91108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Gavlik@spravazeleznic.cz" TargetMode="External"/><Relationship Id="rId2" Type="http://schemas.openxmlformats.org/officeDocument/2006/relationships/customXml" Target="../customXml/item2.xml"/><Relationship Id="rId16" Type="http://schemas.openxmlformats.org/officeDocument/2006/relationships/hyperlink" Target="mailto:Novobils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vobilsky@spravazeleznic.cz" TargetMode="External"/><Relationship Id="rId5" Type="http://schemas.openxmlformats.org/officeDocument/2006/relationships/numbering" Target="numbering.xml"/><Relationship Id="rId15" Type="http://schemas.openxmlformats.org/officeDocument/2006/relationships/hyperlink" Target="mailto:Novobils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74E46"/>
    <w:rsid w:val="002256CF"/>
    <w:rsid w:val="00280DFD"/>
    <w:rsid w:val="003548AC"/>
    <w:rsid w:val="00436061"/>
    <w:rsid w:val="006F6EFB"/>
    <w:rsid w:val="007255A0"/>
    <w:rsid w:val="007E5986"/>
    <w:rsid w:val="0094645E"/>
    <w:rsid w:val="00C40843"/>
    <w:rsid w:val="00DF47C1"/>
    <w:rsid w:val="00F23D3E"/>
    <w:rsid w:val="00F7400A"/>
    <w:rsid w:val="00F90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2.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4e4a6a96-f3e4-483d-987d-304999e1d579"/>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Příloha_k_nabídce_R-F_23-22.dotx</Template>
  <TotalTime>111</TotalTime>
  <Pages>9</Pages>
  <Words>3319</Words>
  <Characters>19583</Characters>
  <Application>Microsoft Office Word</Application>
  <DocSecurity>0</DocSecurity>
  <Lines>163</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OVZ</cp:lastModifiedBy>
  <cp:revision>14</cp:revision>
  <cp:lastPrinted>2022-12-05T08:31:00Z</cp:lastPrinted>
  <dcterms:created xsi:type="dcterms:W3CDTF">2025-04-02T05:45:00Z</dcterms:created>
  <dcterms:modified xsi:type="dcterms:W3CDTF">2025-04-15T10:26:00Z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